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72EB">
        <w:rPr>
          <w:rFonts w:ascii="Corbel" w:hAnsi="Corbel"/>
          <w:b/>
          <w:smallCaps/>
          <w:sz w:val="24"/>
          <w:szCs w:val="24"/>
        </w:rPr>
        <w:t>2019 - 2021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</w:t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i   </w:t>
      </w:r>
      <w:r w:rsidR="003E72EB">
        <w:rPr>
          <w:rFonts w:ascii="Corbel" w:hAnsi="Corbel"/>
          <w:sz w:val="20"/>
          <w:szCs w:val="20"/>
        </w:rPr>
        <w:t>2019/20</w:t>
      </w:r>
      <w:r w:rsidR="003B08ED">
        <w:rPr>
          <w:rFonts w:ascii="Corbel" w:hAnsi="Corbel"/>
          <w:sz w:val="20"/>
          <w:szCs w:val="20"/>
        </w:rPr>
        <w:t>2</w:t>
      </w:r>
      <w:r w:rsidR="003E72EB">
        <w:rPr>
          <w:rFonts w:ascii="Corbel" w:hAnsi="Corbel"/>
          <w:sz w:val="20"/>
          <w:szCs w:val="20"/>
        </w:rPr>
        <w:t>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02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Grafika rastrowa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75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E75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76C41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08ED" w:rsidP="003B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B08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60E4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B0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60E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komputerowego środowiska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75E32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422606" w:rsidRDefault="004226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2606">
              <w:rPr>
                <w:rFonts w:ascii="Corbel" w:hAnsi="Corbel"/>
                <w:b w:val="0"/>
                <w:sz w:val="24"/>
                <w:szCs w:val="24"/>
              </w:rPr>
              <w:t>Przetwarzanie, edycj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i otrzymywani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materiałów graficznych w programach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terowych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752F0" w:rsidRPr="009C54AE" w:rsidRDefault="003752F0" w:rsidP="00375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822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 przestrzegania  prawa autorskiego</w:t>
            </w:r>
            <w:r w:rsidR="003B08ED">
              <w:rPr>
                <w:rFonts w:ascii="Corbel" w:hAnsi="Corbel"/>
                <w:b w:val="0"/>
                <w:smallCaps w:val="0"/>
                <w:szCs w:val="24"/>
              </w:rPr>
              <w:t xml:space="preserve"> w pracy z grafiką komputerową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82242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czynniki związane z tworzeniem gr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fiki rastrowej i jej odziaływaniem na współczesnego czł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wieka w pozytywnym i negatywnym kontekście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230883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podstawowe programy komputerowe pozwal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jące tworzyć grafikę rastrową, wymieni możliwości ich zastosowania </w:t>
            </w:r>
            <w:r w:rsidR="003B08ED">
              <w:rPr>
                <w:rFonts w:ascii="Corbel" w:hAnsi="Corbel"/>
                <w:b w:val="0"/>
                <w:smallCaps w:val="0"/>
                <w:szCs w:val="24"/>
              </w:rPr>
              <w:t xml:space="preserve">w edukacji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wady i zalety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 xml:space="preserve"> tych progr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>mów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grafikę rastrową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i oceni przydatność źródeł informacji związanych z grafiką rastrową, wskaże przydatne strony internetowe, pozycje książkowe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A0EF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braki swojej wiedzy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dotyczącej</w:t>
            </w:r>
            <w:r w:rsidR="003752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grafiki rastrowej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Podstawy wykonywania obrazów rastrowych. Interfejs programu . Podstawowa edycja obrazu w programie (zmiana rozmiaru i rozdzielczości zdjęcia, poziomy, krzywe, balans kolorów, j</w:t>
            </w:r>
            <w:r w:rsidRPr="00002AF5">
              <w:rPr>
                <w:rFonts w:ascii="Corbel" w:hAnsi="Corbel" w:cs="Arial"/>
                <w:sz w:val="24"/>
                <w:szCs w:val="24"/>
              </w:rPr>
              <w:t>a</w:t>
            </w:r>
            <w:r w:rsidRPr="00002AF5">
              <w:rPr>
                <w:rFonts w:ascii="Corbel" w:hAnsi="Corbel" w:cs="Arial"/>
                <w:sz w:val="24"/>
                <w:szCs w:val="24"/>
              </w:rPr>
              <w:t>sność/kontrast)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Narzędzia do zaznaczania i retuszu, praca na warstwach w programie. Łączenie obrazu i te</w:t>
            </w:r>
            <w:r w:rsidRPr="00002AF5">
              <w:rPr>
                <w:rFonts w:ascii="Corbel" w:hAnsi="Corbel" w:cs="Arial"/>
                <w:sz w:val="24"/>
                <w:szCs w:val="24"/>
              </w:rPr>
              <w:t>k</w:t>
            </w:r>
            <w:r w:rsidRPr="00002AF5">
              <w:rPr>
                <w:rFonts w:ascii="Corbel" w:hAnsi="Corbel" w:cs="Arial"/>
                <w:sz w:val="24"/>
                <w:szCs w:val="24"/>
              </w:rPr>
              <w:lastRenderedPageBreak/>
              <w:t>stu w programie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lastRenderedPageBreak/>
              <w:t>Galeria zdjęć dla potrzeb Internetu przy wykorzystaniu programu, t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>worzenie stykówek i mat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>e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 xml:space="preserve">riałów PDF w programie 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 xml:space="preserve">Wykonywania panoram w programie, tworzenie zdjęć HDR w programie filtry i studio światła w programie 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Montaże kilku grafik rastrowych w jedną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założenia dotyczące publikacji grafiki rastrowej w zależności od przeznaczenia i  miejsca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591CC8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Naprawa cennych grafik rastrowych (fotografii) w programach graficznych, usuwanie rys, k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rzu itp., poprawa jakości obrazu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2706BB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Grafika rastrowa jako komunikat wizualny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C0CA2" w:rsidRDefault="00EC0C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EC0CA2">
        <w:rPr>
          <w:rFonts w:ascii="Corbel" w:hAnsi="Corbel"/>
          <w:b w:val="0"/>
          <w:smallCaps w:val="0"/>
          <w:szCs w:val="24"/>
        </w:rPr>
        <w:t>wiczenia: praca indywidualna w pracowni komputerowej z programami graficznymi, praca z plikami graficznymi przygotowanymi przez prowadzącego zajęcia, rozwiązywanie podstawowych problemów edycyjnych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E218EB" w:rsidRDefault="00E218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85747A" w:rsidRPr="009C54AE" w:rsidRDefault="006149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0A13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E19DE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E19D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9E19D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9E19DE" w:rsidRDefault="009E1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E19DE" w:rsidRDefault="009E1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3B08ED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3B08ED" w:rsidRPr="009C54AE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095B26" w:rsidRPr="00095B26" w:rsidRDefault="00095B26" w:rsidP="00095B2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95B26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095B26" w:rsidRPr="00095B26" w:rsidRDefault="00095B26" w:rsidP="00095B2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</w:t>
            </w:r>
            <w:r w:rsidRPr="00095B26">
              <w:rPr>
                <w:rFonts w:ascii="Corbel" w:hAnsi="Corbel"/>
                <w:sz w:val="24"/>
                <w:szCs w:val="24"/>
              </w:rPr>
              <w:t>i</w:t>
            </w:r>
            <w:r w:rsidRPr="00095B26">
              <w:rPr>
                <w:rFonts w:ascii="Corbel" w:hAnsi="Corbel"/>
                <w:sz w:val="24"/>
                <w:szCs w:val="24"/>
              </w:rPr>
              <w:t>ce 2005 (oraz wydania następne).</w:t>
            </w:r>
          </w:p>
          <w:p w:rsidR="00095B26" w:rsidRPr="00095B26" w:rsidRDefault="00095B26" w:rsidP="00095B2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  <w:p w:rsidR="00F760E8" w:rsidRPr="009C54AE" w:rsidRDefault="00F76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3C3" w:rsidRPr="00EC23C3" w:rsidRDefault="00EC23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dotycząca konkretnych programów graficznych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CBC" w:rsidRDefault="007A1CBC" w:rsidP="00C16ABF">
      <w:pPr>
        <w:spacing w:after="0" w:line="240" w:lineRule="auto"/>
      </w:pPr>
      <w:r>
        <w:separator/>
      </w:r>
    </w:p>
  </w:endnote>
  <w:endnote w:type="continuationSeparator" w:id="0">
    <w:p w:rsidR="007A1CBC" w:rsidRDefault="007A1C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CBC" w:rsidRDefault="007A1CBC" w:rsidP="00C16ABF">
      <w:pPr>
        <w:spacing w:after="0" w:line="240" w:lineRule="auto"/>
      </w:pPr>
      <w:r>
        <w:separator/>
      </w:r>
    </w:p>
  </w:footnote>
  <w:footnote w:type="continuationSeparator" w:id="0">
    <w:p w:rsidR="007A1CBC" w:rsidRDefault="007A1CB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F5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B26"/>
    <w:rsid w:val="00096C46"/>
    <w:rsid w:val="000A1312"/>
    <w:rsid w:val="000A296F"/>
    <w:rsid w:val="000A2A28"/>
    <w:rsid w:val="000B192D"/>
    <w:rsid w:val="000B28EE"/>
    <w:rsid w:val="000B3E37"/>
    <w:rsid w:val="000D04B0"/>
    <w:rsid w:val="000F1C57"/>
    <w:rsid w:val="000F3CAD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14B9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1F46BF"/>
    <w:rsid w:val="002144C0"/>
    <w:rsid w:val="0022477D"/>
    <w:rsid w:val="002278A9"/>
    <w:rsid w:val="00230883"/>
    <w:rsid w:val="002336F9"/>
    <w:rsid w:val="0024028F"/>
    <w:rsid w:val="00244ABC"/>
    <w:rsid w:val="00246049"/>
    <w:rsid w:val="002706BB"/>
    <w:rsid w:val="00274FCB"/>
    <w:rsid w:val="00275E32"/>
    <w:rsid w:val="00281FF2"/>
    <w:rsid w:val="002857DE"/>
    <w:rsid w:val="002907F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2F0"/>
    <w:rsid w:val="003A0A5B"/>
    <w:rsid w:val="003A0EF6"/>
    <w:rsid w:val="003A1176"/>
    <w:rsid w:val="003B08ED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260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6C41"/>
    <w:rsid w:val="00591CC8"/>
    <w:rsid w:val="0059484D"/>
    <w:rsid w:val="005A0855"/>
    <w:rsid w:val="005A3196"/>
    <w:rsid w:val="005C080F"/>
    <w:rsid w:val="005C55E5"/>
    <w:rsid w:val="005C580B"/>
    <w:rsid w:val="005C696A"/>
    <w:rsid w:val="005E02BD"/>
    <w:rsid w:val="005E2D00"/>
    <w:rsid w:val="005E6E85"/>
    <w:rsid w:val="005E75A9"/>
    <w:rsid w:val="005F31D2"/>
    <w:rsid w:val="0061029B"/>
    <w:rsid w:val="00614913"/>
    <w:rsid w:val="00617230"/>
    <w:rsid w:val="00621CE1"/>
    <w:rsid w:val="00627FC9"/>
    <w:rsid w:val="00647FA8"/>
    <w:rsid w:val="00650C5F"/>
    <w:rsid w:val="00650F7D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51"/>
    <w:rsid w:val="00763BF1"/>
    <w:rsid w:val="00766FD4"/>
    <w:rsid w:val="0078168C"/>
    <w:rsid w:val="00787C2A"/>
    <w:rsid w:val="00790E27"/>
    <w:rsid w:val="007A1CBC"/>
    <w:rsid w:val="007A4022"/>
    <w:rsid w:val="007A66CA"/>
    <w:rsid w:val="007A6E6E"/>
    <w:rsid w:val="007C3299"/>
    <w:rsid w:val="007C3BCC"/>
    <w:rsid w:val="007C4546"/>
    <w:rsid w:val="007C52CC"/>
    <w:rsid w:val="007D6E56"/>
    <w:rsid w:val="007F1652"/>
    <w:rsid w:val="007F4155"/>
    <w:rsid w:val="0081554D"/>
    <w:rsid w:val="0081707E"/>
    <w:rsid w:val="008449B3"/>
    <w:rsid w:val="0085747A"/>
    <w:rsid w:val="00860E4F"/>
    <w:rsid w:val="008802F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19DE"/>
    <w:rsid w:val="009E3B41"/>
    <w:rsid w:val="009F3C5C"/>
    <w:rsid w:val="009F4610"/>
    <w:rsid w:val="009F62BE"/>
    <w:rsid w:val="00A00ECC"/>
    <w:rsid w:val="00A04F38"/>
    <w:rsid w:val="00A05033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FE0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66B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758"/>
    <w:rsid w:val="00D17C3C"/>
    <w:rsid w:val="00D26B2C"/>
    <w:rsid w:val="00D352C9"/>
    <w:rsid w:val="00D35608"/>
    <w:rsid w:val="00D425B2"/>
    <w:rsid w:val="00D428D6"/>
    <w:rsid w:val="00D552B2"/>
    <w:rsid w:val="00D608D1"/>
    <w:rsid w:val="00D74119"/>
    <w:rsid w:val="00D8075B"/>
    <w:rsid w:val="00D82242"/>
    <w:rsid w:val="00D8678B"/>
    <w:rsid w:val="00DA2114"/>
    <w:rsid w:val="00DB5EA4"/>
    <w:rsid w:val="00DE09C0"/>
    <w:rsid w:val="00DE4A14"/>
    <w:rsid w:val="00DF320D"/>
    <w:rsid w:val="00DF71C8"/>
    <w:rsid w:val="00E129B8"/>
    <w:rsid w:val="00E218EB"/>
    <w:rsid w:val="00E21E7D"/>
    <w:rsid w:val="00E22FBC"/>
    <w:rsid w:val="00E23C4B"/>
    <w:rsid w:val="00E24BF5"/>
    <w:rsid w:val="00E25338"/>
    <w:rsid w:val="00E50F82"/>
    <w:rsid w:val="00E51E44"/>
    <w:rsid w:val="00E63348"/>
    <w:rsid w:val="00E77E88"/>
    <w:rsid w:val="00E8107D"/>
    <w:rsid w:val="00E960BB"/>
    <w:rsid w:val="00EA2074"/>
    <w:rsid w:val="00EA4832"/>
    <w:rsid w:val="00EA4E9D"/>
    <w:rsid w:val="00EC0CA2"/>
    <w:rsid w:val="00EC23C3"/>
    <w:rsid w:val="00EC4899"/>
    <w:rsid w:val="00EC6CF1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0E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BF8E2-E443-45AB-951A-40322D4E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861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2020-01-14T13:11:00Z</cp:lastPrinted>
  <dcterms:created xsi:type="dcterms:W3CDTF">2019-11-08T11:09:00Z</dcterms:created>
  <dcterms:modified xsi:type="dcterms:W3CDTF">2021-01-14T08:11:00Z</dcterms:modified>
</cp:coreProperties>
</file>